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D57B3">
        <w:rPr>
          <w:rFonts w:ascii="Corbel" w:hAnsi="Corbel"/>
          <w:i/>
          <w:smallCaps/>
          <w:sz w:val="24"/>
          <w:szCs w:val="24"/>
        </w:rPr>
        <w:t xml:space="preserve"> 2019-2024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D57B3">
        <w:rPr>
          <w:rFonts w:ascii="Corbel" w:hAnsi="Corbel"/>
          <w:sz w:val="20"/>
          <w:szCs w:val="20"/>
        </w:rPr>
        <w:t>2019/2020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D57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Plastyka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06E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06E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D57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51105" w:rsidP="003D57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51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D57B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51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51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2 </w:t>
            </w:r>
            <w:r w:rsidR="00AA7F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nauczania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06E66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C173AC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C173AC">
              <w:rPr>
                <w:rFonts w:ascii="Corbel" w:hAnsi="Corbel"/>
                <w:b w:val="0"/>
                <w:sz w:val="24"/>
                <w:szCs w:val="24"/>
                <w:lang w:val="en-US"/>
              </w:rPr>
              <w:t>Dr hab. Marta Uberman, prof. UR</w:t>
            </w:r>
          </w:p>
        </w:tc>
      </w:tr>
      <w:tr w:rsidR="0085747A" w:rsidRPr="00D45BF4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D45BF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77741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77741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45BF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AA7F47" w:rsidRDefault="00E22FBC" w:rsidP="00AA7F4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B13A4E">
        <w:rPr>
          <w:rFonts w:ascii="Corbel" w:hAnsi="Corbel"/>
          <w:smallCaps w:val="0"/>
          <w:szCs w:val="24"/>
          <w:u w:val="single"/>
        </w:rPr>
        <w:t>zaliczenie z oceną</w:t>
      </w:r>
    </w:p>
    <w:p w:rsidR="008E0F11" w:rsidRDefault="008E0F1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45BF4" w:rsidP="00C173A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</w:t>
            </w:r>
            <w:r w:rsidRPr="00D4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iedza z obszaru  teorii plastyki</w:t>
            </w:r>
            <w:r w:rsidR="00C17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historii sztuki</w:t>
            </w:r>
            <w:r w:rsidR="00C17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estetyki i kultury plastycznej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zgodnie z wymaganiami programowymi dla szkół ponadpodstawowych.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777419" w:rsidRPr="00C05F44" w:rsidRDefault="0077741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45BF4" w:rsidP="00C173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 wybranymi zagadnieniami z obszaru teorii </w:t>
            </w:r>
            <w:r w:rsidR="00B4153A">
              <w:rPr>
                <w:rFonts w:ascii="Corbel" w:hAnsi="Corbel"/>
                <w:b w:val="0"/>
                <w:sz w:val="24"/>
                <w:szCs w:val="24"/>
              </w:rPr>
              <w:t>plastyki</w:t>
            </w:r>
            <w:r w:rsidR="00C173AC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4153A">
              <w:rPr>
                <w:rFonts w:ascii="Corbel" w:hAnsi="Corbel"/>
                <w:b w:val="0"/>
                <w:sz w:val="24"/>
                <w:szCs w:val="24"/>
              </w:rPr>
              <w:t>kultury plastycznej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C173AC">
              <w:rPr>
                <w:rFonts w:ascii="Corbel" w:hAnsi="Corbel"/>
                <w:b w:val="0"/>
                <w:sz w:val="24"/>
                <w:szCs w:val="24"/>
              </w:rPr>
              <w:t>historii sztuki i estetyki (funkcje sztuki, dziedziny sztuk pięknych, wartościowanie dzieł sztuki, język plastyki).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415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B4153A" w:rsidP="00C173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w wiedzę i umiejętności warsztatu plastycznego </w:t>
            </w:r>
            <w:r w:rsidR="00C173AC">
              <w:rPr>
                <w:rFonts w:ascii="Corbel" w:hAnsi="Corbel"/>
                <w:b w:val="0"/>
                <w:sz w:val="24"/>
                <w:szCs w:val="24"/>
              </w:rPr>
              <w:t>(środki wyrazu plastycznego, techniki plastyczne, materiały i narzędzia plastyczne).</w:t>
            </w:r>
          </w:p>
        </w:tc>
      </w:tr>
      <w:tr w:rsidR="00B4153A" w:rsidRPr="009C54AE" w:rsidTr="00923D7D">
        <w:tc>
          <w:tcPr>
            <w:tcW w:w="851" w:type="dxa"/>
            <w:vAlign w:val="center"/>
          </w:tcPr>
          <w:p w:rsidR="00B4153A" w:rsidRPr="009C54AE" w:rsidRDefault="00B415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4153A" w:rsidRPr="009C54AE" w:rsidRDefault="00B415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zainteresowań plastycznych oraz rozbudzanie refleksji nad własnym podejściem do edukacji  plastycznej dzieci w wieku przedszkolnym i wczesnoszkolnym.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zakresie wiedzy student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 zna i rozumie: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podstawy teorii estetyki i kultury, jej zastosowanie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edukacji plastycznej dziecka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lub ucznia;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zasoby i zasady upowszechniania różnorodnych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przekazów wizualnych w edukacji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przedszkolnej i wczesnoszkolnej;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cechy charakterystyczne twórczości dziecięcej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plastyki, jej osobowe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i środowiskowe uwarunkowania;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wybrane współczesne koncepcje i modele edu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kacji plastycznej w Polsce i na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świecie;</w:t>
            </w:r>
          </w:p>
          <w:p w:rsidR="0085747A" w:rsidRPr="009C54AE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podstawy rysunku.</w:t>
            </w:r>
          </w:p>
        </w:tc>
        <w:tc>
          <w:tcPr>
            <w:tcW w:w="1873" w:type="dxa"/>
          </w:tcPr>
          <w:p w:rsidR="006328DD" w:rsidRDefault="00632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328DD" w:rsidRDefault="00632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328DD" w:rsidRDefault="00632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umiejętności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potrafi:</w:t>
            </w:r>
          </w:p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zaprojektować przekaz wizualny dostosowany do okoliczności;</w:t>
            </w:r>
          </w:p>
          <w:p w:rsidR="0085747A" w:rsidRPr="009C54AE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wykonać odręczny szkic określonego przedmiotu.</w:t>
            </w:r>
          </w:p>
        </w:tc>
        <w:tc>
          <w:tcPr>
            <w:tcW w:w="1873" w:type="dxa"/>
          </w:tcPr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U04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B4153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 zakresie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ompetencji społecznych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jest gotów do:</w:t>
            </w:r>
          </w:p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przekonującego działania na rzecz upowszechniania sztuk pięknych;</w:t>
            </w:r>
          </w:p>
          <w:p w:rsidR="0085747A" w:rsidRPr="009C54AE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inspirowania 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eci lub uczniów do samodzielnej aktywności plastycznej i 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>dzielenia się jej efektami.</w:t>
            </w:r>
          </w:p>
        </w:tc>
        <w:tc>
          <w:tcPr>
            <w:tcW w:w="1873" w:type="dxa"/>
          </w:tcPr>
          <w:p w:rsidR="006328DD" w:rsidRDefault="00632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328DD" w:rsidRDefault="00632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892D2F" w:rsidRDefault="00892D2F" w:rsidP="00892D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92D2F">
              <w:rPr>
                <w:rFonts w:ascii="Corbel" w:hAnsi="Corbel"/>
                <w:sz w:val="24"/>
                <w:szCs w:val="24"/>
              </w:rPr>
              <w:t>Dziedziny sztuk plastycznych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02573A">
              <w:rPr>
                <w:rFonts w:ascii="Corbel" w:hAnsi="Corbel"/>
                <w:sz w:val="24"/>
                <w:szCs w:val="24"/>
              </w:rPr>
              <w:t xml:space="preserve"> Funkcje sztuki i twórczości artystycznej.</w:t>
            </w:r>
          </w:p>
        </w:tc>
      </w:tr>
      <w:tr w:rsidR="00892D2F" w:rsidRPr="009C54AE" w:rsidTr="00FC1B03">
        <w:trPr>
          <w:trHeight w:val="193"/>
        </w:trPr>
        <w:tc>
          <w:tcPr>
            <w:tcW w:w="9639" w:type="dxa"/>
          </w:tcPr>
          <w:p w:rsidR="00892D2F" w:rsidRPr="00FC1B03" w:rsidRDefault="00892D2F" w:rsidP="009713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Kategorie wartości dzieł sztuk plastycznych (literackie, formalne, estetyczne, artystyczne)</w:t>
            </w:r>
            <w:r w:rsidR="0002573A">
              <w:rPr>
                <w:rFonts w:ascii="Corbel" w:hAnsi="Corbel"/>
                <w:sz w:val="24"/>
                <w:szCs w:val="24"/>
              </w:rPr>
              <w:t>, kryteria wartościowania dzieł sztuki.</w:t>
            </w:r>
          </w:p>
        </w:tc>
      </w:tr>
      <w:tr w:rsidR="00892D2F" w:rsidRPr="009C54AE" w:rsidTr="00923D7D">
        <w:tc>
          <w:tcPr>
            <w:tcW w:w="9639" w:type="dxa"/>
          </w:tcPr>
          <w:p w:rsidR="00892D2F" w:rsidRDefault="005A41C2" w:rsidP="000257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Wiedza o formie plastycznej. </w:t>
            </w:r>
            <w:r w:rsidR="00892D2F">
              <w:rPr>
                <w:rFonts w:ascii="Corbel" w:hAnsi="Corbel"/>
                <w:sz w:val="24"/>
                <w:szCs w:val="24"/>
              </w:rPr>
              <w:t>Podstawowe problemy plastyczne.</w:t>
            </w:r>
          </w:p>
        </w:tc>
      </w:tr>
      <w:tr w:rsidR="00892D2F" w:rsidRPr="009C54AE" w:rsidTr="00923D7D">
        <w:tc>
          <w:tcPr>
            <w:tcW w:w="9639" w:type="dxa"/>
          </w:tcPr>
          <w:p w:rsidR="00892D2F" w:rsidRDefault="00892D2F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 plastyczne tradycyjne i niekonwencjonalne.</w:t>
            </w:r>
          </w:p>
        </w:tc>
      </w:tr>
      <w:tr w:rsidR="00892D2F" w:rsidRPr="009C54AE" w:rsidTr="00923D7D">
        <w:tc>
          <w:tcPr>
            <w:tcW w:w="9639" w:type="dxa"/>
          </w:tcPr>
          <w:p w:rsidR="00892D2F" w:rsidRDefault="0002573A" w:rsidP="000257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wiedzy o liternictwie.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892D2F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formalna dzieła sztuki (organizacja elementów plastycznych</w:t>
            </w:r>
            <w:r w:rsidR="0002573A">
              <w:rPr>
                <w:rFonts w:ascii="Corbel" w:hAnsi="Corbel"/>
                <w:sz w:val="24"/>
                <w:szCs w:val="24"/>
              </w:rPr>
              <w:t>, wartościowanie dzieł sztuki) – ćwiczenia praktyczne.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5A41C2" w:rsidP="00F12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problemy plastyczne (światło, barwa, linia, bryła, faktura, przestrzeń, ruch) </w:t>
            </w:r>
            <w:r w:rsidR="0002573A">
              <w:rPr>
                <w:rFonts w:ascii="Corbel" w:hAnsi="Corbel"/>
                <w:sz w:val="24"/>
                <w:szCs w:val="24"/>
              </w:rPr>
              <w:t>– ćwiczenia rysunkowe, malarskie, graficzne i rzeźbiarskie realizowane w różnych technikach plastycznych – ćwiczenia praktyczne.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2573A" w:rsidRDefault="0002573A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573A">
              <w:rPr>
                <w:rFonts w:ascii="Corbel" w:hAnsi="Corbel"/>
                <w:sz w:val="24"/>
                <w:szCs w:val="24"/>
              </w:rPr>
              <w:t>Technik</w:t>
            </w:r>
            <w:r>
              <w:rPr>
                <w:rFonts w:ascii="Corbel" w:hAnsi="Corbel"/>
                <w:sz w:val="24"/>
                <w:szCs w:val="24"/>
              </w:rPr>
              <w:t>i liternicze – projektowanie znaków graficznych, logotypów, plakietek, exlibrisów, ect. – ćwiczenia praktyczne</w:t>
            </w:r>
            <w:r w:rsidR="005A41C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A41C2" w:rsidRPr="009C54AE" w:rsidTr="00923D7D">
        <w:tc>
          <w:tcPr>
            <w:tcW w:w="9639" w:type="dxa"/>
          </w:tcPr>
          <w:p w:rsidR="005A41C2" w:rsidRPr="0002573A" w:rsidRDefault="005A41C2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Zajęcia warsztatowe w galerii sztuki współczesnej, muzeum lub innych placówkach kultury plastycznej.</w:t>
            </w:r>
          </w:p>
        </w:tc>
      </w:tr>
    </w:tbl>
    <w:p w:rsidR="00077315" w:rsidRPr="009C54AE" w:rsidRDefault="000773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Wykład: wykład problemowy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z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prezentacją multimedialną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w muzeum lub galerii sztuki współczesnej.</w:t>
      </w: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>
        <w:rPr>
          <w:rFonts w:ascii="Corbel" w:hAnsi="Corbel"/>
          <w:b w:val="0"/>
          <w:i/>
          <w:smallCaps w:val="0"/>
          <w:sz w:val="20"/>
          <w:szCs w:val="20"/>
        </w:rPr>
        <w:t>ćwiczenia praktyczne, praca indywidualna,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:rsidR="00AA7F47" w:rsidRDefault="00AA7F4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077315" w:rsidRPr="00777419" w:rsidRDefault="00077315" w:rsidP="007774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7419">
              <w:rPr>
                <w:rFonts w:ascii="Corbel" w:hAnsi="Corbel"/>
                <w:sz w:val="24"/>
                <w:szCs w:val="24"/>
              </w:rPr>
              <w:t>Kolok</w:t>
            </w:r>
            <w:r w:rsidR="00110A91" w:rsidRPr="00777419">
              <w:rPr>
                <w:rFonts w:ascii="Corbel" w:hAnsi="Corbel"/>
                <w:sz w:val="24"/>
                <w:szCs w:val="24"/>
              </w:rPr>
              <w:t>wium</w:t>
            </w:r>
          </w:p>
        </w:tc>
        <w:tc>
          <w:tcPr>
            <w:tcW w:w="2126" w:type="dxa"/>
          </w:tcPr>
          <w:p w:rsidR="00077315" w:rsidRPr="00777419" w:rsidRDefault="00110A91" w:rsidP="0077741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419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77315" w:rsidRPr="00777419" w:rsidRDefault="00777419" w:rsidP="007774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077315" w:rsidRPr="00777419">
              <w:rPr>
                <w:rFonts w:ascii="Corbel" w:hAnsi="Corbel"/>
                <w:sz w:val="24"/>
                <w:szCs w:val="24"/>
              </w:rPr>
              <w:t>bserwacja w trakcie zajęć</w:t>
            </w:r>
            <w:r w:rsidR="005A41C2" w:rsidRPr="00777419">
              <w:rPr>
                <w:rFonts w:ascii="Corbel" w:hAnsi="Corbel"/>
                <w:sz w:val="24"/>
                <w:szCs w:val="24"/>
              </w:rPr>
              <w:t>, realizacja ćwiczeń praktycznych</w:t>
            </w:r>
          </w:p>
        </w:tc>
        <w:tc>
          <w:tcPr>
            <w:tcW w:w="2126" w:type="dxa"/>
          </w:tcPr>
          <w:p w:rsidR="00077315" w:rsidRPr="00777419" w:rsidRDefault="00077315" w:rsidP="0077741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41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77315" w:rsidRPr="00777419" w:rsidRDefault="00077315" w:rsidP="007774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7419">
              <w:rPr>
                <w:rFonts w:ascii="Corbel" w:hAnsi="Corbel"/>
                <w:sz w:val="24"/>
                <w:szCs w:val="24"/>
              </w:rPr>
              <w:t>Obserwacja  w trakcie zajęć</w:t>
            </w:r>
            <w:r w:rsidR="005A41C2" w:rsidRPr="00777419">
              <w:rPr>
                <w:rFonts w:ascii="Corbel" w:hAnsi="Corbel"/>
                <w:sz w:val="24"/>
                <w:szCs w:val="24"/>
              </w:rPr>
              <w:t>, realizacja ćwiczeń praktycznych</w:t>
            </w:r>
          </w:p>
        </w:tc>
        <w:tc>
          <w:tcPr>
            <w:tcW w:w="2126" w:type="dxa"/>
          </w:tcPr>
          <w:p w:rsidR="00077315" w:rsidRPr="00777419" w:rsidRDefault="00077315" w:rsidP="0077741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41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>kolokwium pisemne.</w:t>
            </w:r>
          </w:p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 xml:space="preserve">90%-100% prawidłowych odpowiedzi – ocena bardzo dobra, </w:t>
            </w:r>
          </w:p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 xml:space="preserve">80%-89% prawidłowych odpowiedzi – ocena plus dobra, </w:t>
            </w:r>
          </w:p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 xml:space="preserve">70%-79% prawidłowych odpowiedzi – ocena dobra, </w:t>
            </w:r>
          </w:p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 xml:space="preserve">60%-69% prawidłowych odpowiedzi – ocena plus dostateczna; </w:t>
            </w:r>
          </w:p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 xml:space="preserve">50%-59% prawidłowych odpowiedzi – ocena dostateczna, </w:t>
            </w:r>
          </w:p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>49% i poniżej prawidłowych odpowiedzi – ocena niedostateczna.</w:t>
            </w:r>
          </w:p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85747A" w:rsidRPr="009C54AE" w:rsidRDefault="005A41C2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 xml:space="preserve">Obecność obowiązkowa, </w:t>
            </w:r>
            <w:r w:rsidR="00110A91" w:rsidRPr="002D39EA">
              <w:rPr>
                <w:rFonts w:ascii="Corbel" w:hAnsi="Corbel"/>
                <w:b w:val="0"/>
                <w:smallCaps w:val="0"/>
                <w:szCs w:val="24"/>
              </w:rPr>
              <w:t>poprawne wykonanie wszystkich ćwiczeń praktycznych, aktywność podczas zajęć.</w:t>
            </w:r>
          </w:p>
        </w:tc>
      </w:tr>
    </w:tbl>
    <w:p w:rsidR="00AA7F47" w:rsidRPr="009C54AE" w:rsidRDefault="00AA7F4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321044" w:rsidP="003210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3210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77419">
              <w:rPr>
                <w:rFonts w:ascii="Corbel" w:hAnsi="Corbel"/>
                <w:sz w:val="24"/>
                <w:szCs w:val="24"/>
              </w:rPr>
              <w:t xml:space="preserve"> </w:t>
            </w:r>
            <w:r w:rsidR="00321044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:rsidR="00C61DC5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  <w:p w:rsidR="00110A91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0A91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8E0F11" w:rsidRPr="009C54AE" w:rsidRDefault="008E0F1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E0F11" w:rsidRPr="009C54AE" w:rsidRDefault="008E0F1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A41C2" w:rsidRPr="005A41C2" w:rsidRDefault="005A41C2" w:rsidP="002D39E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Arnheim, R., Sztuka i percepcja wzrokowa, PWN, Warszawa 2014. </w:t>
            </w:r>
          </w:p>
          <w:p w:rsidR="005A41C2" w:rsidRDefault="005A41C2" w:rsidP="002D39E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Kościelecki, S., Współczesna koncepcja wychowania plastycznego, PWN,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1977.</w:t>
            </w: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7E0EB6" w:rsidRPr="009C54AE" w:rsidRDefault="005A41C2" w:rsidP="002D39E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Zausznica, A. Nauka o barwie, PWN, Warszawa, 2013.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E0EB6" w:rsidRPr="005A41C2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Techniki grafic</w:t>
            </w:r>
            <w:r w:rsidR="007774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zne powielane i odbijane, WSiP, </w:t>
            </w: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Warszawa, 1992.</w:t>
            </w:r>
          </w:p>
          <w:p w:rsidR="007E0EB6" w:rsidRPr="005A41C2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Papieroplastyka, WSiP, Warszawa,1994.</w:t>
            </w:r>
          </w:p>
          <w:p w:rsidR="007E0EB6" w:rsidRPr="005A41C2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Rzeźby z papieru, WSiP, Warszawa, 1996.</w:t>
            </w:r>
          </w:p>
          <w:p w:rsidR="007E0EB6" w:rsidRPr="005A41C2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Bryły i reliefy. WSiP, Warszawa, 1996.</w:t>
            </w:r>
          </w:p>
          <w:p w:rsidR="007E0EB6" w:rsidRPr="005A41C2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Wydzieranki, wycinanki. WSiP, Warszawa, 1993.</w:t>
            </w:r>
          </w:p>
          <w:p w:rsidR="007E0EB6" w:rsidRPr="00D353AF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3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Gładkie i chropawe. WSiP, Warszawa, 1995.</w:t>
            </w:r>
          </w:p>
          <w:p w:rsidR="007E0EB6" w:rsidRPr="009C54AE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353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Mowa linii. WSiP, Warszawa, 1994.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34C" w:rsidRDefault="0025034C" w:rsidP="00C16ABF">
      <w:pPr>
        <w:spacing w:after="0" w:line="240" w:lineRule="auto"/>
      </w:pPr>
      <w:r>
        <w:separator/>
      </w:r>
    </w:p>
  </w:endnote>
  <w:endnote w:type="continuationSeparator" w:id="0">
    <w:p w:rsidR="0025034C" w:rsidRDefault="002503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34C" w:rsidRDefault="0025034C" w:rsidP="00C16ABF">
      <w:pPr>
        <w:spacing w:after="0" w:line="240" w:lineRule="auto"/>
      </w:pPr>
      <w:r>
        <w:separator/>
      </w:r>
    </w:p>
  </w:footnote>
  <w:footnote w:type="continuationSeparator" w:id="0">
    <w:p w:rsidR="0025034C" w:rsidRDefault="0025034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133F7"/>
    <w:multiLevelType w:val="hybridMultilevel"/>
    <w:tmpl w:val="88CA48F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C1951"/>
    <w:multiLevelType w:val="hybridMultilevel"/>
    <w:tmpl w:val="F084BD4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573A"/>
    <w:rsid w:val="00026BA7"/>
    <w:rsid w:val="00034C8C"/>
    <w:rsid w:val="00042A51"/>
    <w:rsid w:val="00042D2E"/>
    <w:rsid w:val="00044C82"/>
    <w:rsid w:val="00070ED6"/>
    <w:rsid w:val="000742DC"/>
    <w:rsid w:val="0007731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A9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176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034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39EA"/>
    <w:rsid w:val="002D73D4"/>
    <w:rsid w:val="002E7EC1"/>
    <w:rsid w:val="002F02A3"/>
    <w:rsid w:val="002F4ABE"/>
    <w:rsid w:val="003018BA"/>
    <w:rsid w:val="0030395F"/>
    <w:rsid w:val="00305C92"/>
    <w:rsid w:val="003151C5"/>
    <w:rsid w:val="00321044"/>
    <w:rsid w:val="003328CC"/>
    <w:rsid w:val="003343CF"/>
    <w:rsid w:val="00336C0C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57B3"/>
    <w:rsid w:val="003D6CE2"/>
    <w:rsid w:val="003E1941"/>
    <w:rsid w:val="003E2FE6"/>
    <w:rsid w:val="003E49D5"/>
    <w:rsid w:val="003F38C0"/>
    <w:rsid w:val="00406E66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098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A41C2"/>
    <w:rsid w:val="005C080F"/>
    <w:rsid w:val="005C55E5"/>
    <w:rsid w:val="005C696A"/>
    <w:rsid w:val="005E6E85"/>
    <w:rsid w:val="005F31D2"/>
    <w:rsid w:val="0061029B"/>
    <w:rsid w:val="00613115"/>
    <w:rsid w:val="00617230"/>
    <w:rsid w:val="00621CE1"/>
    <w:rsid w:val="00627FC9"/>
    <w:rsid w:val="006328DD"/>
    <w:rsid w:val="00647FA8"/>
    <w:rsid w:val="00650C5F"/>
    <w:rsid w:val="00654934"/>
    <w:rsid w:val="006620D9"/>
    <w:rsid w:val="00671958"/>
    <w:rsid w:val="00675843"/>
    <w:rsid w:val="0068055D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105"/>
    <w:rsid w:val="00763BF1"/>
    <w:rsid w:val="00766FD4"/>
    <w:rsid w:val="0077741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EB6"/>
    <w:rsid w:val="007E62AA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92D2F"/>
    <w:rsid w:val="008A45F7"/>
    <w:rsid w:val="008C0CC0"/>
    <w:rsid w:val="008C19A9"/>
    <w:rsid w:val="008C379D"/>
    <w:rsid w:val="008C5147"/>
    <w:rsid w:val="008C5359"/>
    <w:rsid w:val="008C5363"/>
    <w:rsid w:val="008D3DFB"/>
    <w:rsid w:val="008E0F11"/>
    <w:rsid w:val="008E64F4"/>
    <w:rsid w:val="008F12C9"/>
    <w:rsid w:val="008F6E29"/>
    <w:rsid w:val="00916188"/>
    <w:rsid w:val="00923C83"/>
    <w:rsid w:val="00923D7D"/>
    <w:rsid w:val="009508DF"/>
    <w:rsid w:val="00950DAC"/>
    <w:rsid w:val="00954A07"/>
    <w:rsid w:val="009703A3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9F3"/>
    <w:rsid w:val="00A53FA5"/>
    <w:rsid w:val="00A54817"/>
    <w:rsid w:val="00A601C8"/>
    <w:rsid w:val="00A60799"/>
    <w:rsid w:val="00A84C85"/>
    <w:rsid w:val="00A97DE1"/>
    <w:rsid w:val="00AA7F4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A4E"/>
    <w:rsid w:val="00B3130B"/>
    <w:rsid w:val="00B40ADB"/>
    <w:rsid w:val="00B4153A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7CA"/>
    <w:rsid w:val="00BF2C41"/>
    <w:rsid w:val="00C058B4"/>
    <w:rsid w:val="00C05F44"/>
    <w:rsid w:val="00C131B5"/>
    <w:rsid w:val="00C16ABF"/>
    <w:rsid w:val="00C170AE"/>
    <w:rsid w:val="00C173AC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53AF"/>
    <w:rsid w:val="00D425B2"/>
    <w:rsid w:val="00D428D6"/>
    <w:rsid w:val="00D45BF4"/>
    <w:rsid w:val="00D552B2"/>
    <w:rsid w:val="00D608D1"/>
    <w:rsid w:val="00D74119"/>
    <w:rsid w:val="00D8075B"/>
    <w:rsid w:val="00D8678B"/>
    <w:rsid w:val="00DA2114"/>
    <w:rsid w:val="00DC7B9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D47"/>
    <w:rsid w:val="00F070AB"/>
    <w:rsid w:val="00F12278"/>
    <w:rsid w:val="00F17567"/>
    <w:rsid w:val="00F27A7B"/>
    <w:rsid w:val="00F526AF"/>
    <w:rsid w:val="00F617C3"/>
    <w:rsid w:val="00F7066B"/>
    <w:rsid w:val="00F821E2"/>
    <w:rsid w:val="00F83B28"/>
    <w:rsid w:val="00FA46E5"/>
    <w:rsid w:val="00FB7DBA"/>
    <w:rsid w:val="00FC1B03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9A46B-D894-463A-83E9-2F906619C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113</TotalTime>
  <Pages>1</Pages>
  <Words>1006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2019-10-31T11:55:00Z</dcterms:created>
  <dcterms:modified xsi:type="dcterms:W3CDTF">2021-01-21T11:05:00Z</dcterms:modified>
</cp:coreProperties>
</file>